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FF9" w:rsidRPr="001156ED" w:rsidRDefault="00FB4FF9" w:rsidP="00FB4FF9">
      <w:pPr>
        <w:pStyle w:val="Nagwek4"/>
        <w:jc w:val="right"/>
        <w:rPr>
          <w:rFonts w:ascii="Calibri" w:hAnsi="Calibri" w:cs="Arial"/>
          <w:b w:val="0"/>
          <w:sz w:val="24"/>
          <w:szCs w:val="24"/>
        </w:rPr>
      </w:pPr>
      <w:r w:rsidRPr="001156ED">
        <w:rPr>
          <w:rFonts w:ascii="Calibri" w:hAnsi="Calibri" w:cs="Arial"/>
          <w:b w:val="0"/>
          <w:sz w:val="24"/>
          <w:szCs w:val="24"/>
        </w:rPr>
        <w:t xml:space="preserve">Duszniki, dnia </w:t>
      </w:r>
      <w:r w:rsidR="006254D4">
        <w:rPr>
          <w:rFonts w:ascii="Calibri" w:hAnsi="Calibri" w:cs="Arial"/>
          <w:b w:val="0"/>
          <w:sz w:val="24"/>
          <w:szCs w:val="24"/>
        </w:rPr>
        <w:t>7 września</w:t>
      </w:r>
      <w:r w:rsidRPr="001156ED">
        <w:rPr>
          <w:rFonts w:ascii="Calibri" w:hAnsi="Calibri" w:cs="Arial"/>
          <w:b w:val="0"/>
          <w:sz w:val="24"/>
          <w:szCs w:val="24"/>
        </w:rPr>
        <w:t xml:space="preserve"> 2017 r.</w:t>
      </w:r>
    </w:p>
    <w:p w:rsidR="00FB4FF9" w:rsidRPr="001156ED" w:rsidRDefault="00FB4FF9" w:rsidP="00FB4FF9">
      <w:pPr>
        <w:jc w:val="both"/>
        <w:rPr>
          <w:rFonts w:ascii="Calibri" w:hAnsi="Calibri" w:cs="Arial"/>
        </w:rPr>
      </w:pPr>
      <w:r w:rsidRPr="001156ED">
        <w:rPr>
          <w:rFonts w:ascii="Calibri" w:hAnsi="Calibri" w:cs="Arial"/>
        </w:rPr>
        <w:t>RRG.6733.</w:t>
      </w:r>
      <w:r w:rsidR="006254D4">
        <w:rPr>
          <w:rFonts w:ascii="Calibri" w:hAnsi="Calibri" w:cs="Arial"/>
        </w:rPr>
        <w:t>1</w:t>
      </w:r>
      <w:r w:rsidR="00C15CD1">
        <w:rPr>
          <w:rFonts w:ascii="Calibri" w:hAnsi="Calibri" w:cs="Arial"/>
        </w:rPr>
        <w:t>3</w:t>
      </w:r>
      <w:r w:rsidRPr="001156ED">
        <w:rPr>
          <w:rFonts w:ascii="Calibri" w:hAnsi="Calibri" w:cs="Arial"/>
        </w:rPr>
        <w:t>.201</w:t>
      </w:r>
      <w:r>
        <w:rPr>
          <w:rFonts w:ascii="Calibri" w:hAnsi="Calibri" w:cs="Arial"/>
        </w:rPr>
        <w:t>7</w:t>
      </w:r>
      <w:r w:rsidRPr="001156ED">
        <w:rPr>
          <w:rFonts w:ascii="Calibri" w:hAnsi="Calibri" w:cs="Arial"/>
        </w:rPr>
        <w:t>.AB</w:t>
      </w:r>
    </w:p>
    <w:p w:rsidR="00FB4FF9" w:rsidRPr="001156ED" w:rsidRDefault="00FB4FF9" w:rsidP="00FB4FF9">
      <w:pPr>
        <w:jc w:val="both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  <w:b/>
          <w:spacing w:val="40"/>
        </w:rPr>
      </w:pPr>
      <w:r w:rsidRPr="001156ED">
        <w:rPr>
          <w:rFonts w:ascii="Calibri" w:hAnsi="Calibri" w:cs="Arial"/>
          <w:b/>
          <w:spacing w:val="40"/>
        </w:rPr>
        <w:t>OBWIESZCZENIE</w:t>
      </w:r>
    </w:p>
    <w:p w:rsidR="00FB4FF9" w:rsidRPr="001156ED" w:rsidRDefault="00FB4FF9" w:rsidP="00FB4FF9">
      <w:pPr>
        <w:jc w:val="center"/>
        <w:rPr>
          <w:rFonts w:ascii="Calibri" w:hAnsi="Calibri" w:cs="Arial"/>
          <w:b/>
          <w:spacing w:val="40"/>
        </w:rPr>
      </w:pPr>
    </w:p>
    <w:p w:rsidR="00FB4FF9" w:rsidRPr="001156ED" w:rsidRDefault="00FB4FF9" w:rsidP="00FB4FF9">
      <w:pPr>
        <w:jc w:val="both"/>
        <w:rPr>
          <w:rFonts w:ascii="Calibri" w:hAnsi="Calibri" w:cs="Arial"/>
        </w:rPr>
      </w:pPr>
    </w:p>
    <w:p w:rsidR="00FB4FF9" w:rsidRPr="000822A7" w:rsidRDefault="00FB4FF9" w:rsidP="00FB4FF9">
      <w:pPr>
        <w:jc w:val="both"/>
        <w:rPr>
          <w:rFonts w:ascii="Calibri" w:hAnsi="Calibri"/>
          <w:b/>
        </w:rPr>
      </w:pPr>
      <w:r w:rsidRPr="001156ED">
        <w:rPr>
          <w:rFonts w:ascii="Calibri" w:hAnsi="Calibri"/>
        </w:rPr>
        <w:t xml:space="preserve">            Na podstawie art. 49 ustawy z dnia 14 czerwca 1960 r. Kodeks Postępowania Administracyjnego </w:t>
      </w:r>
      <w:r w:rsidR="00892EE1" w:rsidRPr="008F5955">
        <w:rPr>
          <w:rFonts w:asciiTheme="minorHAnsi" w:hAnsiTheme="minorHAnsi"/>
        </w:rPr>
        <w:t>(Dz. U. z 2017 r., poz. 1257)</w:t>
      </w:r>
      <w:r w:rsidRPr="001156ED">
        <w:rPr>
          <w:rFonts w:ascii="Calibri" w:hAnsi="Calibri"/>
        </w:rPr>
        <w:t xml:space="preserve"> oraz art. 53 ust. 1 ustawy z dnia 27.03.2003 r. o planowaniu i zagospodarowaniu przestrzennym </w:t>
      </w:r>
      <w:r w:rsidR="00710BBA" w:rsidRPr="008770E1">
        <w:rPr>
          <w:rFonts w:ascii="Calibri" w:hAnsi="Calibri"/>
          <w:bCs/>
        </w:rPr>
        <w:t>(Dz. U. z 2017 r., poz. 1073)</w:t>
      </w:r>
      <w:r w:rsidRPr="001156ED">
        <w:rPr>
          <w:rFonts w:ascii="Calibri" w:hAnsi="Calibri"/>
        </w:rPr>
        <w:t xml:space="preserve"> Wójt Gminy Duszniki uprzejmie informuje, iż wydana została decyzja o lokalizacji inwestycji</w:t>
      </w:r>
      <w:r w:rsidR="00F6727E">
        <w:rPr>
          <w:rFonts w:ascii="Calibri" w:hAnsi="Calibri"/>
        </w:rPr>
        <w:t xml:space="preserve"> celu publicznego nr RRG.6733.</w:t>
      </w:r>
      <w:r w:rsidR="006254D4">
        <w:rPr>
          <w:rFonts w:ascii="Calibri" w:hAnsi="Calibri"/>
        </w:rPr>
        <w:t>1</w:t>
      </w:r>
      <w:r w:rsidR="00C15CD1">
        <w:rPr>
          <w:rFonts w:ascii="Calibri" w:hAnsi="Calibri"/>
        </w:rPr>
        <w:t>3</w:t>
      </w:r>
      <w:r>
        <w:rPr>
          <w:rFonts w:ascii="Calibri" w:hAnsi="Calibri"/>
        </w:rPr>
        <w:t xml:space="preserve">.2017.AB z dnia </w:t>
      </w:r>
      <w:r w:rsidR="006254D4">
        <w:rPr>
          <w:rFonts w:ascii="Calibri" w:hAnsi="Calibri"/>
        </w:rPr>
        <w:t>07</w:t>
      </w:r>
      <w:r w:rsidRPr="001156ED">
        <w:rPr>
          <w:rFonts w:ascii="Calibri" w:hAnsi="Calibri"/>
        </w:rPr>
        <w:t>.</w:t>
      </w:r>
      <w:r w:rsidR="001C3FE3">
        <w:rPr>
          <w:rFonts w:ascii="Calibri" w:hAnsi="Calibri"/>
        </w:rPr>
        <w:t>0</w:t>
      </w:r>
      <w:r w:rsidR="006254D4">
        <w:rPr>
          <w:rFonts w:ascii="Calibri" w:hAnsi="Calibri"/>
        </w:rPr>
        <w:t>9</w:t>
      </w:r>
      <w:r w:rsidRPr="001156ED">
        <w:rPr>
          <w:rFonts w:ascii="Calibri" w:hAnsi="Calibri"/>
        </w:rPr>
        <w:t xml:space="preserve">.2017 r. </w:t>
      </w:r>
      <w:r w:rsidRPr="001156ED">
        <w:rPr>
          <w:rFonts w:ascii="Calibri" w:hAnsi="Calibri"/>
          <w:bCs/>
        </w:rPr>
        <w:t>dotycząca</w:t>
      </w:r>
      <w:r w:rsidRPr="001156ED">
        <w:rPr>
          <w:rFonts w:ascii="Calibri" w:hAnsi="Calibri"/>
          <w:b/>
        </w:rPr>
        <w:t xml:space="preserve"> budowy </w:t>
      </w:r>
      <w:r w:rsidR="00C15CD1" w:rsidRPr="00743616">
        <w:rPr>
          <w:rFonts w:asciiTheme="minorHAnsi" w:hAnsiTheme="minorHAnsi"/>
          <w:b/>
        </w:rPr>
        <w:t xml:space="preserve">oświetlenia ulicznego na terenie części działki o nr </w:t>
      </w:r>
      <w:proofErr w:type="spellStart"/>
      <w:r w:rsidR="00C15CD1" w:rsidRPr="00743616">
        <w:rPr>
          <w:rFonts w:asciiTheme="minorHAnsi" w:hAnsiTheme="minorHAnsi"/>
          <w:b/>
        </w:rPr>
        <w:t>ewid</w:t>
      </w:r>
      <w:proofErr w:type="spellEnd"/>
      <w:r w:rsidR="00C15CD1" w:rsidRPr="00743616">
        <w:rPr>
          <w:rFonts w:asciiTheme="minorHAnsi" w:hAnsiTheme="minorHAnsi"/>
          <w:b/>
        </w:rPr>
        <w:t>. 67 położonej w miejscowości Sękowo, gmina Duszniki</w:t>
      </w:r>
      <w:r>
        <w:rPr>
          <w:rFonts w:ascii="Calibri" w:hAnsi="Calibri"/>
          <w:b/>
        </w:rPr>
        <w:t>.</w:t>
      </w:r>
    </w:p>
    <w:p w:rsidR="00FB4FF9" w:rsidRPr="001156ED" w:rsidRDefault="00FB4FF9" w:rsidP="00FB4FF9">
      <w:pPr>
        <w:ind w:firstLine="708"/>
        <w:jc w:val="both"/>
        <w:rPr>
          <w:rFonts w:ascii="Calibri" w:hAnsi="Calibri"/>
        </w:rPr>
      </w:pPr>
      <w:r w:rsidRPr="001156ED">
        <w:rPr>
          <w:rFonts w:ascii="Calibri" w:hAnsi="Calibri"/>
        </w:rPr>
        <w:t xml:space="preserve">W związku z powyższym strony oraz osoby zainteresowane postępowaniem mogą zapoznać się z treścią decyzji oraz postanowieniami wydanymi w niniejszej sprawie, </w:t>
      </w:r>
      <w:r w:rsidRPr="001156ED">
        <w:rPr>
          <w:rFonts w:ascii="Calibri" w:hAnsi="Calibri"/>
        </w:rPr>
        <w:br/>
        <w:t xml:space="preserve">w Urzędzie Gminy Duszniki, ul. Sportowa 1, Referat Rozwoju Gospodarczego – pok. 4 </w:t>
      </w:r>
      <w:r w:rsidRPr="001156ED">
        <w:rPr>
          <w:rFonts w:ascii="Calibri" w:hAnsi="Calibri"/>
        </w:rPr>
        <w:br/>
        <w:t>(tel. 61-29-19-075 wew. 121).</w:t>
      </w:r>
    </w:p>
    <w:p w:rsidR="00FB4FF9" w:rsidRPr="001156ED" w:rsidRDefault="00FB4FF9" w:rsidP="00FB4FF9">
      <w:pPr>
        <w:shd w:val="clear" w:color="auto" w:fill="FFFFFF"/>
        <w:spacing w:after="120"/>
        <w:jc w:val="both"/>
        <w:textAlignment w:val="top"/>
        <w:rPr>
          <w:rFonts w:ascii="Calibri" w:hAnsi="Calibri"/>
        </w:rPr>
      </w:pPr>
      <w:r w:rsidRPr="001156ED">
        <w:rPr>
          <w:rFonts w:ascii="Calibri" w:hAnsi="Calibri"/>
        </w:rPr>
        <w:tab/>
        <w:t xml:space="preserve">Zgodnie z art. 49 Kpa doręczenie uważa się za dokonane po upływie 14 dni od dnia publicznego ogłoszenia </w:t>
      </w: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Obwieszczenie wywieszono na 14 dni:</w:t>
      </w:r>
    </w:p>
    <w:p w:rsidR="00FB4FF9" w:rsidRPr="001156ED" w:rsidRDefault="00FB4FF9" w:rsidP="00FB4FF9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 xml:space="preserve">Na tablicy ogłoszeń sołeckich w miejscowości </w:t>
      </w:r>
      <w:r w:rsidR="00C15CD1">
        <w:rPr>
          <w:rFonts w:ascii="Calibri" w:hAnsi="Calibri"/>
          <w:sz w:val="20"/>
          <w:szCs w:val="20"/>
        </w:rPr>
        <w:t>Sękowo</w:t>
      </w:r>
      <w:bookmarkStart w:id="0" w:name="_GoBack"/>
      <w:bookmarkEnd w:id="0"/>
    </w:p>
    <w:p w:rsidR="00FB4FF9" w:rsidRPr="001156ED" w:rsidRDefault="00FB4FF9" w:rsidP="00FB4FF9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Na tablicy ogłoszeń w UG w Dusznikach</w:t>
      </w:r>
    </w:p>
    <w:p w:rsidR="00FB4FF9" w:rsidRPr="001156ED" w:rsidRDefault="00FB4FF9" w:rsidP="00FB4FF9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Na stronie internetowej BIP Duszniki</w:t>
      </w:r>
    </w:p>
    <w:p w:rsidR="00FB4FF9" w:rsidRPr="001156ED" w:rsidRDefault="00FB4FF9" w:rsidP="00FB4FF9">
      <w:pPr>
        <w:rPr>
          <w:rFonts w:ascii="Calibri" w:hAnsi="Calibri"/>
          <w:sz w:val="20"/>
          <w:szCs w:val="20"/>
        </w:rPr>
      </w:pPr>
    </w:p>
    <w:p w:rsidR="00FB4FF9" w:rsidRPr="001156ED" w:rsidRDefault="00FB4FF9" w:rsidP="00FB4FF9">
      <w:pPr>
        <w:spacing w:line="360" w:lineRule="auto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Ogłoszenie wywieszono na tablicy ogłoszeń w dniu:  ……………</w:t>
      </w:r>
    </w:p>
    <w:p w:rsidR="00FB4FF9" w:rsidRPr="001156ED" w:rsidRDefault="00FB4FF9" w:rsidP="00FB4FF9">
      <w:pPr>
        <w:rPr>
          <w:rFonts w:ascii="Calibri" w:hAnsi="Calibri"/>
          <w:sz w:val="22"/>
          <w:szCs w:val="22"/>
        </w:rPr>
      </w:pPr>
      <w:r w:rsidRPr="001156ED">
        <w:rPr>
          <w:rFonts w:ascii="Calibri" w:hAnsi="Calibri"/>
          <w:sz w:val="20"/>
          <w:szCs w:val="20"/>
        </w:rPr>
        <w:t>Ogłoszenie zdjęto z tablicy ogłoszeń w dniu:  ………………….</w:t>
      </w:r>
    </w:p>
    <w:p w:rsidR="00FB4FF9" w:rsidRPr="001156ED" w:rsidRDefault="00FB4FF9" w:rsidP="00FB4FF9">
      <w:pPr>
        <w:rPr>
          <w:rFonts w:ascii="Calibri" w:hAnsi="Calibri"/>
          <w:sz w:val="22"/>
          <w:szCs w:val="22"/>
        </w:rPr>
      </w:pPr>
    </w:p>
    <w:p w:rsidR="00FB4FF9" w:rsidRPr="000D23B6" w:rsidRDefault="00FB4FF9" w:rsidP="00FB4FF9"/>
    <w:p w:rsidR="00FB4FF9" w:rsidRPr="000D23B6" w:rsidRDefault="00FB4FF9" w:rsidP="00FB4FF9"/>
    <w:p w:rsidR="00904ED4" w:rsidRPr="000D23B6" w:rsidRDefault="00904ED4" w:rsidP="00771838"/>
    <w:sectPr w:rsidR="00904ED4" w:rsidRPr="000D23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855F4"/>
    <w:multiLevelType w:val="hybridMultilevel"/>
    <w:tmpl w:val="AEC8D4A0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27E"/>
    <w:rsid w:val="000D23B6"/>
    <w:rsid w:val="001C3FE3"/>
    <w:rsid w:val="00612698"/>
    <w:rsid w:val="006254D4"/>
    <w:rsid w:val="00710BBA"/>
    <w:rsid w:val="00771838"/>
    <w:rsid w:val="00892EE1"/>
    <w:rsid w:val="00904ED4"/>
    <w:rsid w:val="00C15CD1"/>
    <w:rsid w:val="00F6727E"/>
    <w:rsid w:val="00FB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FF9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B4F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B4FF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FF9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B4F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B4FF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Moje%20Dokumenty\agata%20dokumenty\2017\cel%20publiczny\6733.2%20obwieszczenie%20decyzj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6733.2 obwieszczenie decyzja</Template>
  <TotalTime>0</TotalTime>
  <Pages>1</Pages>
  <Words>182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Lechna</dc:creator>
  <cp:lastModifiedBy>Agata Lechna</cp:lastModifiedBy>
  <cp:revision>2</cp:revision>
  <cp:lastPrinted>2017-09-07T08:40:00Z</cp:lastPrinted>
  <dcterms:created xsi:type="dcterms:W3CDTF">2017-09-07T09:15:00Z</dcterms:created>
  <dcterms:modified xsi:type="dcterms:W3CDTF">2017-09-07T09:15:00Z</dcterms:modified>
</cp:coreProperties>
</file>